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6DEFF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0C06DF00" w14:textId="77777777" w:rsidR="009D7918" w:rsidRDefault="000A266D" w:rsidP="000A266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9D7918">
        <w:rPr>
          <w:rFonts w:ascii="Times New Roman" w:hAnsi="Times New Roman"/>
          <w:i/>
          <w:sz w:val="24"/>
          <w:szCs w:val="24"/>
          <w:lang w:val="en-US"/>
        </w:rPr>
        <w:t>tandard report - Appendix</w:t>
      </w:r>
    </w:p>
    <w:p w14:paraId="0C06DF01" w14:textId="77777777" w:rsidR="009D7918" w:rsidRDefault="009D7918" w:rsidP="000A266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Instructions on Vulnerability Scanning</w:t>
      </w:r>
    </w:p>
    <w:p w14:paraId="0C06DF02" w14:textId="5BB0E876" w:rsidR="009D7918" w:rsidRDefault="009D7918" w:rsidP="000A266D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SCP.05.00.EN</w:t>
      </w:r>
      <w:bookmarkStart w:id="0" w:name="_GoBack"/>
      <w:bookmarkEnd w:id="0"/>
    </w:p>
    <w:p w14:paraId="0C06DF03" w14:textId="77777777" w:rsidR="009D7918" w:rsidRDefault="009D7918" w:rsidP="009D7918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0C06DF04" w14:textId="77777777" w:rsidR="009D7918" w:rsidRDefault="009D7918" w:rsidP="009D7918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0A266D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instructions on vulnerability scanning</w:t>
      </w: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8067D9" w:rsidRPr="008067D9" w14:paraId="0C06DF06" w14:textId="77777777" w:rsidTr="00BF2E9B">
        <w:tc>
          <w:tcPr>
            <w:tcW w:w="9670" w:type="dxa"/>
          </w:tcPr>
          <w:p w14:paraId="0C06DF05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7D9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</w:p>
        </w:tc>
      </w:tr>
      <w:tr w:rsidR="008067D9" w:rsidRPr="008067D9" w14:paraId="0C06DF19" w14:textId="77777777" w:rsidTr="00BF2E9B">
        <w:trPr>
          <w:trHeight w:val="8981"/>
        </w:trPr>
        <w:tc>
          <w:tcPr>
            <w:tcW w:w="9670" w:type="dxa"/>
          </w:tcPr>
          <w:p w14:paraId="0C06DF07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8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9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A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B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C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D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E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F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0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1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2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3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4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5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6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7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8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06DF1A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6DF1D" w14:textId="77777777" w:rsidR="001E001C" w:rsidRDefault="001E001C" w:rsidP="009E4B94">
      <w:pPr>
        <w:spacing w:line="240" w:lineRule="auto"/>
      </w:pPr>
      <w:r>
        <w:separator/>
      </w:r>
    </w:p>
  </w:endnote>
  <w:endnote w:type="continuationSeparator" w:id="0">
    <w:p w14:paraId="0C06DF1E" w14:textId="77777777" w:rsidR="001E001C" w:rsidRDefault="001E001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6DF1F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C06DF22" wp14:editId="0C06DF23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06DF2A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C06DF24" wp14:editId="0C06DF25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6DF21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0C06DF28" wp14:editId="0C06DF29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6DF1B" w14:textId="77777777" w:rsidR="001E001C" w:rsidRDefault="001E001C" w:rsidP="009E4B94">
      <w:pPr>
        <w:spacing w:line="240" w:lineRule="auto"/>
      </w:pPr>
      <w:r>
        <w:separator/>
      </w:r>
    </w:p>
  </w:footnote>
  <w:footnote w:type="continuationSeparator" w:id="0">
    <w:p w14:paraId="0C06DF1C" w14:textId="77777777" w:rsidR="001E001C" w:rsidRDefault="001E001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6DF20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0C06DF26" wp14:editId="0C06DF27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A266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001C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85BA2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067D9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D7918"/>
    <w:rsid w:val="009E4B94"/>
    <w:rsid w:val="009F1217"/>
    <w:rsid w:val="009F18F2"/>
    <w:rsid w:val="00A239DF"/>
    <w:rsid w:val="00A262CF"/>
    <w:rsid w:val="00A43CFA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4C89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06D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el-Normal"/>
    <w:next w:val="Tabel-Gitter"/>
    <w:uiPriority w:val="59"/>
    <w:rsid w:val="008067D9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358EDF-571F-4D67-8424-E855D9FFB5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A98C2-1357-4544-AC8B-228C16AF4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CE3F81-93FB-40FF-8432-B2F82650495C}"/>
</file>

<file path=customXml/itemProps4.xml><?xml version="1.0" encoding="utf-8"?>
<ds:datastoreItem xmlns:ds="http://schemas.openxmlformats.org/officeDocument/2006/customXml" ds:itemID="{AEDB9895-4495-496A-8C04-C6D43187C572}">
  <ds:schemaRefs>
    <ds:schemaRef ds:uri="http://purl.org/dc/elements/1.1/"/>
    <ds:schemaRef ds:uri="http://schemas.microsoft.com/office/2006/metadata/properties"/>
    <ds:schemaRef ds:uri="b63ed618-bf3e-4954-a830-28dd24904e9e"/>
    <ds:schemaRef ds:uri="http://schemas.microsoft.com/office/2006/documentManagement/types"/>
    <ds:schemaRef ds:uri="0ec4ba45-9d27-40ef-892e-bb0fb3b5584a"/>
    <ds:schemaRef ds:uri="http://purl.org/dc/dcmitype/"/>
    <ds:schemaRef ds:uri="a2e91a90-2021-4a92-9a86-3e9429d92af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27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2015-02-04T09:59:00Z</dcterms:created>
  <dcterms:modified xsi:type="dcterms:W3CDTF">2018-01-04T11:12:00Z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9cfd0c53-2cb1-490b-ba75-51ae26ffcfd7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